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A3B43" w14:textId="77777777" w:rsidR="00D651AF" w:rsidRPr="0004104D" w:rsidRDefault="00D651AF" w:rsidP="00D651AF">
      <w:pPr>
        <w:pStyle w:val="a3"/>
        <w:wordWrap/>
        <w:autoSpaceDE/>
        <w:autoSpaceDN/>
        <w:adjustRightInd/>
        <w:spacing w:line="240" w:lineRule="auto"/>
        <w:rPr>
          <w:rFonts w:ascii="ＭＳ 明朝" w:hAnsi="ＭＳ 明朝"/>
          <w:spacing w:val="0"/>
          <w:kern w:val="2"/>
          <w:szCs w:val="24"/>
        </w:rPr>
      </w:pPr>
      <w:r w:rsidRPr="0004104D">
        <w:rPr>
          <w:rFonts w:hint="eastAsia"/>
        </w:rPr>
        <w:t>教育実践論文</w:t>
      </w:r>
      <w:r w:rsidRPr="0004104D">
        <w:rPr>
          <w:rFonts w:ascii="ＭＳ 明朝" w:hAnsi="ＭＳ 明朝" w:hint="eastAsia"/>
          <w:spacing w:val="0"/>
          <w:kern w:val="2"/>
          <w:sz w:val="16"/>
          <w:szCs w:val="24"/>
        </w:rPr>
        <w:t>or</w:t>
      </w:r>
      <w:r w:rsidRPr="0004104D">
        <w:rPr>
          <w:rFonts w:ascii="ＭＳ 明朝" w:hAnsi="ＭＳ 明朝" w:hint="eastAsia"/>
          <w:spacing w:val="0"/>
          <w:kern w:val="2"/>
          <w:szCs w:val="24"/>
        </w:rPr>
        <w:t>研究論文</w:t>
      </w:r>
      <w:r w:rsidRPr="0004104D">
        <w:rPr>
          <w:rFonts w:ascii="ＭＳ 明朝" w:hAnsi="ＭＳ 明朝" w:hint="eastAsia"/>
          <w:spacing w:val="0"/>
          <w:kern w:val="2"/>
          <w:sz w:val="16"/>
          <w:szCs w:val="24"/>
        </w:rPr>
        <w:t>or</w:t>
      </w:r>
      <w:r w:rsidRPr="0004104D">
        <w:rPr>
          <w:rFonts w:ascii="ＭＳ 明朝" w:hAnsi="ＭＳ 明朝" w:hint="eastAsia"/>
          <w:spacing w:val="0"/>
          <w:kern w:val="2"/>
          <w:szCs w:val="24"/>
        </w:rPr>
        <w:t>実践報告（</w:t>
      </w:r>
      <w:r w:rsidRPr="0004104D">
        <w:rPr>
          <w:rFonts w:ascii="ＭＳ 明朝" w:hAnsi="ＭＳ 明朝" w:hint="eastAsia"/>
          <w:spacing w:val="0"/>
          <w:kern w:val="2"/>
          <w:szCs w:val="24"/>
          <w:u w:val="wave"/>
        </w:rPr>
        <w:t>MS明朝10.5</w:t>
      </w:r>
      <w:r w:rsidRPr="0004104D">
        <w:rPr>
          <w:rFonts w:ascii="ＭＳ 明朝" w:hAnsi="ＭＳ 明朝" w:hint="eastAsia"/>
          <w:spacing w:val="0"/>
          <w:kern w:val="2"/>
          <w:szCs w:val="24"/>
        </w:rPr>
        <w:t>，該当するものをひとつ記載）</w:t>
      </w:r>
    </w:p>
    <w:p w14:paraId="4470556D" w14:textId="77777777" w:rsidR="00D651AF" w:rsidRPr="00101424" w:rsidRDefault="00D651AF" w:rsidP="00D651AF">
      <w:pPr>
        <w:pStyle w:val="a3"/>
        <w:wordWrap/>
        <w:autoSpaceDE/>
        <w:autoSpaceDN/>
        <w:adjustRightInd/>
        <w:spacing w:line="240" w:lineRule="auto"/>
        <w:rPr>
          <w:rFonts w:ascii="ＭＳ 明朝" w:hAnsi="ＭＳ 明朝"/>
          <w:spacing w:val="0"/>
          <w:kern w:val="2"/>
          <w:szCs w:val="24"/>
        </w:rPr>
      </w:pPr>
    </w:p>
    <w:p w14:paraId="248A1981" w14:textId="77777777" w:rsidR="00D651AF" w:rsidRPr="00EC7D8A" w:rsidRDefault="00D651AF" w:rsidP="00D651AF">
      <w:pPr>
        <w:snapToGrid w:val="0"/>
        <w:jc w:val="center"/>
        <w:rPr>
          <w:rFonts w:ascii="ＭＳ 明朝" w:hAnsi="ＭＳ 明朝"/>
          <w:b/>
          <w:bCs/>
          <w:sz w:val="28"/>
        </w:rPr>
      </w:pPr>
      <w:r>
        <w:rPr>
          <w:rFonts w:ascii="ＭＳ 明朝" w:hAnsi="ＭＳ 明朝" w:hint="eastAsia"/>
          <w:b/>
          <w:bCs/>
          <w:sz w:val="28"/>
        </w:rPr>
        <w:t>内容がわかるよう簡潔な</w:t>
      </w:r>
      <w:r w:rsidRPr="00EC7D8A">
        <w:rPr>
          <w:rFonts w:ascii="ＭＳ 明朝" w:hAnsi="ＭＳ 明朝" w:hint="eastAsia"/>
          <w:b/>
          <w:bCs/>
          <w:sz w:val="28"/>
        </w:rPr>
        <w:t>和文題目（</w:t>
      </w:r>
      <w:r w:rsidRPr="0015014F">
        <w:rPr>
          <w:rFonts w:ascii="ＭＳ 明朝" w:hAnsi="ＭＳ 明朝" w:hint="eastAsia"/>
          <w:b/>
          <w:bCs/>
          <w:sz w:val="28"/>
          <w:u w:val="wave"/>
        </w:rPr>
        <w:t>MS明朝14太文字</w:t>
      </w:r>
      <w:r w:rsidRPr="00EC7D8A">
        <w:rPr>
          <w:rFonts w:ascii="ＭＳ 明朝" w:hAnsi="ＭＳ 明朝" w:hint="eastAsia"/>
          <w:b/>
          <w:bCs/>
          <w:sz w:val="28"/>
        </w:rPr>
        <w:t>）</w:t>
      </w:r>
    </w:p>
    <w:p w14:paraId="61013AB6" w14:textId="77777777" w:rsidR="00D651AF" w:rsidRDefault="00D651AF" w:rsidP="00D651AF">
      <w:pPr>
        <w:snapToGrid w:val="0"/>
        <w:jc w:val="center"/>
        <w:rPr>
          <w:rFonts w:ascii="ＭＳ 明朝" w:hAnsi="ＭＳ 明朝"/>
          <w:b/>
          <w:sz w:val="22"/>
        </w:rPr>
      </w:pPr>
      <w:r w:rsidRPr="00EC7D8A">
        <w:rPr>
          <w:rFonts w:ascii="ＭＳ 明朝" w:hAnsi="ＭＳ 明朝" w:hint="eastAsia"/>
          <w:b/>
          <w:bCs/>
          <w:sz w:val="22"/>
        </w:rPr>
        <w:t>－</w:t>
      </w:r>
      <w:r>
        <w:rPr>
          <w:rFonts w:ascii="ＭＳ 明朝" w:hAnsi="ＭＳ 明朝" w:hint="eastAsia"/>
          <w:b/>
          <w:bCs/>
          <w:sz w:val="22"/>
        </w:rPr>
        <w:t>中心として取り上げた課題を</w:t>
      </w:r>
      <w:r w:rsidRPr="00EC7D8A">
        <w:rPr>
          <w:rFonts w:ascii="ＭＳ 明朝" w:hAnsi="ＭＳ 明朝" w:hint="eastAsia"/>
          <w:b/>
          <w:bCs/>
          <w:sz w:val="22"/>
        </w:rPr>
        <w:t>副題目</w:t>
      </w:r>
      <w:r>
        <w:rPr>
          <w:rFonts w:ascii="ＭＳ 明朝" w:hAnsi="ＭＳ 明朝" w:hint="eastAsia"/>
          <w:b/>
          <w:bCs/>
          <w:sz w:val="22"/>
        </w:rPr>
        <w:t>に</w:t>
      </w:r>
      <w:r w:rsidRPr="00EC7D8A">
        <w:rPr>
          <w:rFonts w:ascii="ＭＳ 明朝" w:hAnsi="ＭＳ 明朝" w:hint="eastAsia"/>
          <w:b/>
          <w:bCs/>
          <w:sz w:val="22"/>
        </w:rPr>
        <w:t>（</w:t>
      </w:r>
      <w:r w:rsidRPr="0015014F">
        <w:rPr>
          <w:rFonts w:ascii="ＭＳ 明朝" w:hAnsi="ＭＳ 明朝" w:hint="eastAsia"/>
          <w:b/>
          <w:bCs/>
          <w:sz w:val="22"/>
          <w:u w:val="wave"/>
        </w:rPr>
        <w:t>MS明朝11太文字</w:t>
      </w:r>
      <w:r w:rsidRPr="00EC7D8A">
        <w:rPr>
          <w:rFonts w:ascii="ＭＳ 明朝" w:hAnsi="ＭＳ 明朝" w:hint="eastAsia"/>
          <w:b/>
          <w:bCs/>
          <w:sz w:val="22"/>
        </w:rPr>
        <w:t>）－</w:t>
      </w:r>
    </w:p>
    <w:p w14:paraId="07363196" w14:textId="77777777" w:rsidR="00D651AF" w:rsidRPr="00EA6194" w:rsidRDefault="00D651AF" w:rsidP="00D651AF">
      <w:pPr>
        <w:snapToGrid w:val="0"/>
        <w:jc w:val="center"/>
        <w:rPr>
          <w:rFonts w:ascii="ＭＳ 明朝" w:hAnsi="ＭＳ 明朝"/>
          <w:b/>
          <w:sz w:val="22"/>
        </w:rPr>
      </w:pPr>
    </w:p>
    <w:p w14:paraId="4518F653" w14:textId="77777777" w:rsidR="00D651AF" w:rsidRDefault="00D651AF" w:rsidP="00D651AF">
      <w:pPr>
        <w:jc w:val="center"/>
        <w:rPr>
          <w:rFonts w:ascii="ＭＳ 明朝" w:hAnsi="ＭＳ 明朝"/>
          <w:sz w:val="24"/>
        </w:rPr>
      </w:pPr>
      <w:r w:rsidRPr="00101424">
        <w:rPr>
          <w:rFonts w:ascii="ＭＳ 明朝" w:hAnsi="ＭＳ 明朝" w:hint="eastAsia"/>
          <w:sz w:val="24"/>
        </w:rPr>
        <w:t>佐賀　太郎</w:t>
      </w:r>
      <w:r w:rsidRPr="00101424">
        <w:rPr>
          <w:rFonts w:ascii="ＭＳ 明朝" w:hAnsi="ＭＳ 明朝" w:hint="eastAsia"/>
          <w:sz w:val="24"/>
          <w:vertAlign w:val="superscript"/>
        </w:rPr>
        <w:t>＊</w:t>
      </w:r>
      <w:r>
        <w:rPr>
          <w:rFonts w:ascii="ＭＳ 明朝" w:hAnsi="ＭＳ 明朝" w:hint="eastAsia"/>
          <w:sz w:val="24"/>
        </w:rPr>
        <w:t xml:space="preserve">　・　大学　花子</w:t>
      </w:r>
      <w:r w:rsidRPr="00101424">
        <w:rPr>
          <w:rFonts w:ascii="ＭＳ 明朝" w:hAnsi="ＭＳ 明朝" w:hint="eastAsia"/>
          <w:sz w:val="24"/>
          <w:vertAlign w:val="superscript"/>
        </w:rPr>
        <w:t>＊</w:t>
      </w:r>
      <w:r>
        <w:rPr>
          <w:rFonts w:ascii="ＭＳ 明朝" w:hAnsi="ＭＳ 明朝" w:hint="eastAsia"/>
          <w:sz w:val="24"/>
          <w:vertAlign w:val="superscript"/>
        </w:rPr>
        <w:t>＊</w:t>
      </w:r>
      <w:r>
        <w:rPr>
          <w:rFonts w:ascii="ＭＳ 明朝" w:hAnsi="ＭＳ 明朝" w:hint="eastAsia"/>
          <w:sz w:val="24"/>
        </w:rPr>
        <w:t xml:space="preserve">　・　文教　学</w:t>
      </w:r>
      <w:r w:rsidRPr="00101424">
        <w:rPr>
          <w:rFonts w:ascii="ＭＳ 明朝" w:hAnsi="ＭＳ 明朝" w:hint="eastAsia"/>
          <w:sz w:val="24"/>
          <w:vertAlign w:val="superscript"/>
        </w:rPr>
        <w:t>＊</w:t>
      </w:r>
      <w:r>
        <w:rPr>
          <w:rFonts w:ascii="ＭＳ 明朝" w:hAnsi="ＭＳ 明朝" w:hint="eastAsia"/>
          <w:sz w:val="24"/>
          <w:vertAlign w:val="superscript"/>
        </w:rPr>
        <w:t>＊＊</w:t>
      </w:r>
      <w:r>
        <w:rPr>
          <w:rFonts w:ascii="ＭＳ 明朝" w:hAnsi="ＭＳ 明朝" w:hint="eastAsia"/>
          <w:sz w:val="24"/>
        </w:rPr>
        <w:t>（</w:t>
      </w:r>
      <w:r w:rsidRPr="0015014F">
        <w:rPr>
          <w:rFonts w:ascii="ＭＳ 明朝" w:hAnsi="ＭＳ 明朝" w:hint="eastAsia"/>
          <w:sz w:val="24"/>
          <w:u w:val="wave"/>
        </w:rPr>
        <w:t>MS明朝12</w:t>
      </w:r>
      <w:r>
        <w:rPr>
          <w:rFonts w:ascii="ＭＳ 明朝" w:hAnsi="ＭＳ 明朝" w:hint="eastAsia"/>
          <w:sz w:val="24"/>
        </w:rPr>
        <w:t>，所属上付き）</w:t>
      </w:r>
    </w:p>
    <w:p w14:paraId="69AE95C8" w14:textId="77777777" w:rsidR="00D651AF" w:rsidRPr="00EA6194" w:rsidRDefault="00D651AF" w:rsidP="00D651AF">
      <w:pPr>
        <w:jc w:val="center"/>
        <w:rPr>
          <w:rFonts w:ascii="ＭＳ 明朝" w:hAnsi="ＭＳ 明朝"/>
          <w:sz w:val="24"/>
        </w:rPr>
      </w:pPr>
    </w:p>
    <w:p w14:paraId="69B50C5F" w14:textId="77777777" w:rsidR="00D651AF" w:rsidRPr="00EA6194" w:rsidRDefault="00D651AF" w:rsidP="00D651AF">
      <w:pPr>
        <w:spacing w:line="440" w:lineRule="exact"/>
        <w:jc w:val="center"/>
        <w:rPr>
          <w:rFonts w:asciiTheme="minorHAnsi" w:hAnsiTheme="minorHAnsi"/>
          <w:sz w:val="28"/>
        </w:rPr>
      </w:pPr>
      <w:r>
        <w:rPr>
          <w:rFonts w:ascii="ＭＳ 明朝" w:hAnsi="ＭＳ 明朝" w:hint="eastAsia"/>
          <w:sz w:val="28"/>
        </w:rPr>
        <w:t>英文題目（</w:t>
      </w:r>
      <w:r w:rsidRPr="0015014F">
        <w:rPr>
          <w:rFonts w:asciiTheme="minorHAnsi" w:hAnsiTheme="minorHAnsi"/>
          <w:sz w:val="28"/>
          <w:u w:val="wave"/>
        </w:rPr>
        <w:t>Century14</w:t>
      </w:r>
      <w:r>
        <w:rPr>
          <w:rFonts w:asciiTheme="minorHAnsi" w:hAnsiTheme="minorHAnsi" w:hint="eastAsia"/>
          <w:sz w:val="28"/>
        </w:rPr>
        <w:t>，</w:t>
      </w:r>
      <w:r>
        <w:rPr>
          <w:rFonts w:ascii="ＭＳ 明朝" w:hAnsi="ＭＳ 明朝" w:hint="eastAsia"/>
          <w:sz w:val="28"/>
        </w:rPr>
        <w:t>副題目があるときは末尾に「：」付記）</w:t>
      </w:r>
    </w:p>
    <w:p w14:paraId="61A875DF" w14:textId="77777777" w:rsidR="00D651AF" w:rsidRDefault="00D651AF" w:rsidP="00D651AF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英文副題目（</w:t>
      </w:r>
      <w:r w:rsidRPr="0015014F">
        <w:rPr>
          <w:rFonts w:asciiTheme="minorHAnsi" w:hAnsiTheme="minorHAnsi"/>
          <w:sz w:val="22"/>
          <w:szCs w:val="22"/>
          <w:u w:val="wave"/>
        </w:rPr>
        <w:t>Century1</w:t>
      </w:r>
      <w:r w:rsidRPr="0015014F">
        <w:rPr>
          <w:rFonts w:asciiTheme="minorHAnsi" w:hAnsiTheme="minorHAnsi" w:hint="eastAsia"/>
          <w:sz w:val="22"/>
          <w:szCs w:val="22"/>
          <w:u w:val="wave"/>
        </w:rPr>
        <w:t>1</w:t>
      </w:r>
      <w:r w:rsidRPr="00EA6194">
        <w:rPr>
          <w:rFonts w:ascii="ＭＳ 明朝" w:hAnsi="ＭＳ 明朝" w:hint="eastAsia"/>
          <w:sz w:val="22"/>
          <w:szCs w:val="22"/>
        </w:rPr>
        <w:t>）</w:t>
      </w:r>
    </w:p>
    <w:p w14:paraId="16BED24B" w14:textId="77777777" w:rsidR="00D651AF" w:rsidRPr="00EA6194" w:rsidRDefault="00D651AF" w:rsidP="00D651AF">
      <w:pPr>
        <w:jc w:val="center"/>
        <w:rPr>
          <w:rFonts w:ascii="ＭＳ 明朝" w:hAnsi="ＭＳ 明朝"/>
          <w:sz w:val="22"/>
          <w:szCs w:val="22"/>
        </w:rPr>
      </w:pPr>
    </w:p>
    <w:p w14:paraId="31963866" w14:textId="77777777" w:rsidR="00D651AF" w:rsidRDefault="00D651AF" w:rsidP="00D651AF">
      <w:pPr>
        <w:jc w:val="center"/>
        <w:rPr>
          <w:rFonts w:asciiTheme="minorHAnsi" w:hAnsiTheme="minorHAnsi"/>
          <w:sz w:val="24"/>
        </w:rPr>
      </w:pPr>
      <w:r w:rsidRPr="00EA6194">
        <w:rPr>
          <w:rFonts w:asciiTheme="minorHAnsi" w:hAnsiTheme="minorHAnsi"/>
          <w:sz w:val="24"/>
        </w:rPr>
        <w:t>Taro SAGA</w:t>
      </w:r>
      <w:r>
        <w:rPr>
          <w:rFonts w:asciiTheme="minorHAnsi" w:hAnsiTheme="minorHAnsi" w:hint="eastAsia"/>
          <w:sz w:val="24"/>
        </w:rPr>
        <w:t xml:space="preserve">, </w:t>
      </w:r>
      <w:r>
        <w:rPr>
          <w:rFonts w:asciiTheme="minorHAnsi" w:hAnsiTheme="minorHAnsi"/>
          <w:sz w:val="24"/>
        </w:rPr>
        <w:t>Hanako DAIGAKU</w:t>
      </w:r>
      <w:r>
        <w:rPr>
          <w:rFonts w:asciiTheme="minorHAnsi" w:hAnsiTheme="minorHAnsi" w:hint="eastAsia"/>
          <w:sz w:val="24"/>
        </w:rPr>
        <w:t>, and Manabu BUNKYO</w:t>
      </w:r>
      <w:r>
        <w:rPr>
          <w:rFonts w:asciiTheme="minorHAnsi" w:hAnsiTheme="minorHAnsi" w:hint="eastAsia"/>
          <w:sz w:val="24"/>
        </w:rPr>
        <w:t>（</w:t>
      </w:r>
      <w:r w:rsidRPr="0015014F">
        <w:rPr>
          <w:rFonts w:asciiTheme="minorHAnsi" w:hAnsiTheme="minorHAnsi" w:hint="eastAsia"/>
          <w:sz w:val="24"/>
          <w:u w:val="wave"/>
        </w:rPr>
        <w:t>Century12</w:t>
      </w:r>
      <w:r>
        <w:rPr>
          <w:rFonts w:asciiTheme="minorHAnsi" w:hAnsiTheme="minorHAnsi" w:hint="eastAsia"/>
          <w:sz w:val="24"/>
        </w:rPr>
        <w:t>）</w:t>
      </w:r>
    </w:p>
    <w:p w14:paraId="6AFE80E3" w14:textId="77777777" w:rsidR="00D651AF" w:rsidRPr="00101424" w:rsidRDefault="00D651AF" w:rsidP="00D651AF">
      <w:pPr>
        <w:rPr>
          <w:rFonts w:ascii="ＭＳ 明朝" w:hAnsi="ＭＳ 明朝"/>
        </w:rPr>
      </w:pPr>
    </w:p>
    <w:p w14:paraId="40A36A84" w14:textId="77777777" w:rsidR="00D651AF" w:rsidRPr="00101424" w:rsidRDefault="00D651AF" w:rsidP="00D651AF">
      <w:pPr>
        <w:rPr>
          <w:rFonts w:ascii="ＭＳ 明朝" w:hAnsi="ＭＳ 明朝"/>
        </w:rPr>
      </w:pPr>
      <w:r w:rsidRPr="00101424">
        <w:rPr>
          <w:rFonts w:ascii="ＭＳ 明朝" w:hAnsi="ＭＳ 明朝" w:hint="eastAsia"/>
        </w:rPr>
        <w:t>【要約】</w:t>
      </w:r>
      <w:r>
        <w:rPr>
          <w:rFonts w:ascii="ＭＳ 明朝" w:hAnsi="ＭＳ 明朝" w:hint="eastAsia"/>
        </w:rPr>
        <w:t>和文200字以内とする。</w:t>
      </w:r>
      <w:r w:rsidRPr="00415C3F">
        <w:rPr>
          <w:rFonts w:ascii="ＭＳ 明朝" w:hAnsi="ＭＳ 明朝" w:hint="eastAsia"/>
        </w:rPr>
        <w:t>数字は原則半角とする。欧文単語またはアルファベット小文字は原則半角とする。句読点は「，」「。」を使用する</w:t>
      </w:r>
      <w:r>
        <w:rPr>
          <w:rFonts w:ascii="ＭＳ 明朝" w:hAnsi="ＭＳ 明朝" w:hint="eastAsia"/>
        </w:rPr>
        <w:t>（</w:t>
      </w:r>
      <w:r w:rsidRPr="0015014F">
        <w:rPr>
          <w:rFonts w:ascii="ＭＳ 明朝" w:hAnsi="ＭＳ 明朝" w:hint="eastAsia"/>
          <w:u w:val="wave"/>
        </w:rPr>
        <w:t>MS明朝10.5</w:t>
      </w:r>
      <w:r>
        <w:rPr>
          <w:rFonts w:ascii="ＭＳ 明朝" w:hAnsi="ＭＳ 明朝" w:hint="eastAsia"/>
        </w:rPr>
        <w:t>）。</w:t>
      </w:r>
    </w:p>
    <w:p w14:paraId="583A32ED" w14:textId="77777777" w:rsidR="00D651AF" w:rsidRPr="00101424" w:rsidRDefault="00D651AF" w:rsidP="00D651AF">
      <w:pPr>
        <w:rPr>
          <w:rFonts w:ascii="ＭＳ 明朝" w:hAnsi="ＭＳ 明朝"/>
        </w:rPr>
      </w:pPr>
    </w:p>
    <w:p w14:paraId="4BC09A4B" w14:textId="77777777" w:rsidR="00D651AF" w:rsidRPr="00101424" w:rsidRDefault="00D651AF" w:rsidP="00D651AF">
      <w:pPr>
        <w:rPr>
          <w:rFonts w:ascii="ＭＳ 明朝" w:hAnsi="ＭＳ 明朝"/>
        </w:rPr>
        <w:sectPr w:rsidR="00D651AF" w:rsidRPr="00101424" w:rsidSect="00D651AF">
          <w:footerReference w:type="default" r:id="rId11"/>
          <w:pgSz w:w="11906" w:h="16838" w:code="9"/>
          <w:pgMar w:top="1134" w:right="1134" w:bottom="1134" w:left="1134" w:header="851" w:footer="850" w:gutter="0"/>
          <w:cols w:space="425"/>
          <w:docGrid w:type="lines" w:linePitch="360"/>
        </w:sectPr>
      </w:pPr>
      <w:r w:rsidRPr="00101424">
        <w:rPr>
          <w:rFonts w:ascii="ＭＳ 明朝" w:hAnsi="ＭＳ 明朝" w:hint="eastAsia"/>
        </w:rPr>
        <w:t>【キーワード】</w:t>
      </w:r>
      <w:r>
        <w:rPr>
          <w:rFonts w:ascii="ＭＳ 明朝" w:hAnsi="ＭＳ 明朝" w:hint="eastAsia"/>
        </w:rPr>
        <w:t>単語5つまでを「，」で区切る（</w:t>
      </w:r>
      <w:r w:rsidRPr="0015014F">
        <w:rPr>
          <w:rFonts w:ascii="ＭＳ 明朝" w:hAnsi="ＭＳ 明朝" w:hint="eastAsia"/>
          <w:u w:val="wave"/>
        </w:rPr>
        <w:t>MS明朝10.5</w:t>
      </w:r>
      <w:r>
        <w:rPr>
          <w:rFonts w:ascii="ＭＳ 明朝" w:hAnsi="ＭＳ 明朝" w:hint="eastAsia"/>
        </w:rPr>
        <w:t>）。</w:t>
      </w:r>
    </w:p>
    <w:p w14:paraId="36EC142D" w14:textId="77777777" w:rsidR="00D651AF" w:rsidRDefault="00D651AF" w:rsidP="00D651AF">
      <w:pPr>
        <w:rPr>
          <w:rFonts w:ascii="ＭＳ 明朝" w:hAnsi="ＭＳ 明朝"/>
        </w:rPr>
      </w:pPr>
    </w:p>
    <w:p w14:paraId="19CECF87" w14:textId="77777777" w:rsidR="00D651AF" w:rsidRDefault="00D651AF" w:rsidP="00D651AF">
      <w:pPr>
        <w:rPr>
          <w:rFonts w:ascii="ＭＳ 明朝" w:hAnsi="ＭＳ 明朝"/>
        </w:rPr>
        <w:sectPr w:rsidR="00D651AF" w:rsidSect="00D651AF">
          <w:type w:val="continuous"/>
          <w:pgSz w:w="11906" w:h="16838" w:code="9"/>
          <w:pgMar w:top="1134" w:right="1134" w:bottom="1134" w:left="1134" w:header="851" w:footer="992" w:gutter="0"/>
          <w:cols w:space="420"/>
          <w:docGrid w:type="linesAndChars" w:linePitch="360" w:charSpace="-103"/>
        </w:sectPr>
      </w:pPr>
    </w:p>
    <w:p w14:paraId="2DFC24F8" w14:textId="77777777" w:rsidR="00D651AF" w:rsidRPr="0015014F" w:rsidRDefault="00D651AF" w:rsidP="00D651A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15014F">
        <w:rPr>
          <w:rFonts w:ascii="ＭＳ 明朝" w:hAnsi="ＭＳ 明朝" w:hint="eastAsia"/>
        </w:rPr>
        <w:t>原稿の余白は上下左右</w:t>
      </w:r>
      <w:r>
        <w:rPr>
          <w:rFonts w:ascii="ＭＳ 明朝" w:hAnsi="ＭＳ 明朝" w:hint="eastAsia"/>
        </w:rPr>
        <w:t>20</w:t>
      </w:r>
      <w:r w:rsidRPr="0015014F">
        <w:rPr>
          <w:rFonts w:ascii="ＭＳ 明朝" w:hAnsi="ＭＳ 明朝" w:hint="eastAsia"/>
        </w:rPr>
        <w:t>㎜とする。和文の場合，横書き22字×40行×2段，又は45字×40行×1段とする。縦書きは32字×27行×2段，又は65字×27行×1段とする。</w:t>
      </w:r>
    </w:p>
    <w:p w14:paraId="3D22F70A" w14:textId="77777777" w:rsidR="00D651AF" w:rsidRDefault="00D651AF" w:rsidP="00D651AF">
      <w:pPr>
        <w:ind w:firstLineChars="100" w:firstLine="209"/>
        <w:rPr>
          <w:rFonts w:ascii="ＭＳ 明朝" w:hAnsi="ＭＳ 明朝"/>
        </w:rPr>
      </w:pPr>
      <w:r w:rsidRPr="0015014F">
        <w:rPr>
          <w:rFonts w:ascii="ＭＳ 明朝" w:hAnsi="ＭＳ 明朝" w:hint="eastAsia"/>
        </w:rPr>
        <w:t>原則</w:t>
      </w:r>
      <w:r>
        <w:rPr>
          <w:rFonts w:ascii="ＭＳ 明朝" w:hAnsi="ＭＳ 明朝" w:hint="eastAsia"/>
        </w:rPr>
        <w:t>「</w:t>
      </w:r>
      <w:r w:rsidRPr="0015014F">
        <w:rPr>
          <w:rFonts w:ascii="ＭＳ 明朝" w:hAnsi="ＭＳ 明朝" w:hint="eastAsia"/>
        </w:rPr>
        <w:t>MS明朝10.5</w:t>
      </w:r>
      <w:r>
        <w:rPr>
          <w:rFonts w:ascii="ＭＳ 明朝" w:hAnsi="ＭＳ 明朝" w:hint="eastAsia"/>
        </w:rPr>
        <w:t>」を使用する。</w:t>
      </w:r>
      <w:r w:rsidRPr="0015014F">
        <w:rPr>
          <w:rFonts w:ascii="ＭＳ 明朝" w:hAnsi="ＭＳ 明朝" w:hint="eastAsia"/>
        </w:rPr>
        <w:t>ゴシックなどの使用活字体は指定する。図や表は本文中に挿入する。</w:t>
      </w:r>
      <w:r>
        <w:rPr>
          <w:rFonts w:ascii="ＭＳ 明朝" w:hAnsi="ＭＳ 明朝" w:hint="eastAsia"/>
        </w:rPr>
        <w:t>「</w:t>
      </w:r>
      <w:r w:rsidRPr="0015014F">
        <w:rPr>
          <w:rFonts w:ascii="ＭＳ 明朝" w:hAnsi="ＭＳ 明朝" w:hint="eastAsia"/>
        </w:rPr>
        <w:t>表</w:t>
      </w:r>
      <w:r>
        <w:rPr>
          <w:rFonts w:ascii="ＭＳ 明朝" w:hAnsi="ＭＳ 明朝" w:hint="eastAsia"/>
        </w:rPr>
        <w:t>」</w:t>
      </w:r>
      <w:r w:rsidRPr="0015014F">
        <w:rPr>
          <w:rFonts w:ascii="ＭＳ 明朝" w:hAnsi="ＭＳ 明朝" w:hint="eastAsia"/>
        </w:rPr>
        <w:t>とは</w:t>
      </w:r>
      <w:r>
        <w:rPr>
          <w:rFonts w:ascii="ＭＳ 明朝" w:hAnsi="ＭＳ 明朝" w:hint="eastAsia"/>
        </w:rPr>
        <w:t>，</w:t>
      </w:r>
      <w:r w:rsidRPr="0015014F">
        <w:rPr>
          <w:rFonts w:ascii="ＭＳ 明朝" w:hAnsi="ＭＳ 明朝" w:hint="eastAsia"/>
        </w:rPr>
        <w:t>授業指導案</w:t>
      </w:r>
      <w:r>
        <w:rPr>
          <w:rFonts w:ascii="ＭＳ 明朝" w:hAnsi="ＭＳ 明朝" w:hint="eastAsia"/>
        </w:rPr>
        <w:t>を含む</w:t>
      </w:r>
      <w:r w:rsidRPr="0015014F">
        <w:rPr>
          <w:rFonts w:ascii="ＭＳ 明朝" w:hAnsi="ＭＳ 明朝" w:hint="eastAsia"/>
        </w:rPr>
        <w:t>数字や文字で構成された資料</w:t>
      </w:r>
      <w:r>
        <w:rPr>
          <w:rFonts w:ascii="ＭＳ 明朝" w:hAnsi="ＭＳ 明朝" w:hint="eastAsia"/>
        </w:rPr>
        <w:t>を指し，</w:t>
      </w:r>
      <w:r w:rsidRPr="0015014F">
        <w:rPr>
          <w:rFonts w:ascii="ＭＳ 明朝" w:hAnsi="ＭＳ 明朝" w:hint="eastAsia"/>
        </w:rPr>
        <w:t>上に表番号と表タイトルを書</w:t>
      </w:r>
      <w:r>
        <w:rPr>
          <w:rFonts w:ascii="ＭＳ 明朝" w:hAnsi="ＭＳ 明朝" w:hint="eastAsia"/>
        </w:rPr>
        <w:t>く</w:t>
      </w:r>
      <w:r w:rsidRPr="0015014F">
        <w:rPr>
          <w:rFonts w:ascii="ＭＳ 明朝" w:hAnsi="ＭＳ 明朝" w:hint="eastAsia"/>
        </w:rPr>
        <w:t>。</w:t>
      </w:r>
      <w:r>
        <w:rPr>
          <w:rFonts w:ascii="ＭＳ 明朝" w:hAnsi="ＭＳ 明朝" w:hint="eastAsia"/>
        </w:rPr>
        <w:t>「</w:t>
      </w:r>
      <w:r w:rsidRPr="0015014F">
        <w:rPr>
          <w:rFonts w:ascii="ＭＳ 明朝" w:hAnsi="ＭＳ 明朝" w:hint="eastAsia"/>
        </w:rPr>
        <w:t>図</w:t>
      </w:r>
      <w:r>
        <w:rPr>
          <w:rFonts w:ascii="ＭＳ 明朝" w:hAnsi="ＭＳ 明朝" w:hint="eastAsia"/>
        </w:rPr>
        <w:t>」とはグラフや写真など，数字や文字が主体ではない資料を指し，</w:t>
      </w:r>
      <w:r w:rsidRPr="0015014F">
        <w:rPr>
          <w:rFonts w:ascii="ＭＳ 明朝" w:hAnsi="ＭＳ 明朝" w:hint="eastAsia"/>
        </w:rPr>
        <w:t>下に図の番号と図のタイトルを</w:t>
      </w:r>
      <w:r>
        <w:rPr>
          <w:rFonts w:ascii="ＭＳ 明朝" w:hAnsi="ＭＳ 明朝" w:hint="eastAsia"/>
        </w:rPr>
        <w:t>書く（</w:t>
      </w:r>
      <w:r w:rsidRPr="0015014F">
        <w:rPr>
          <w:rFonts w:ascii="ＭＳ 明朝" w:hAnsi="ＭＳ 明朝" w:hint="eastAsia"/>
          <w:u w:val="wave"/>
        </w:rPr>
        <w:t>MS明朝10.5</w:t>
      </w:r>
      <w:r>
        <w:rPr>
          <w:rFonts w:ascii="ＭＳ 明朝" w:hAnsi="ＭＳ 明朝" w:hint="eastAsia"/>
        </w:rPr>
        <w:t>）</w:t>
      </w:r>
      <w:r w:rsidRPr="0015014F">
        <w:rPr>
          <w:rFonts w:ascii="ＭＳ 明朝" w:hAnsi="ＭＳ 明朝" w:hint="eastAsia"/>
        </w:rPr>
        <w:t>。</w:t>
      </w:r>
    </w:p>
    <w:p w14:paraId="016C1646" w14:textId="77777777" w:rsidR="00D651AF" w:rsidRPr="00101424" w:rsidRDefault="00D651AF" w:rsidP="00D651AF">
      <w:pPr>
        <w:ind w:firstLineChars="100" w:firstLine="209"/>
        <w:rPr>
          <w:rFonts w:ascii="ＭＳ 明朝" w:hAnsi="ＭＳ 明朝"/>
        </w:rPr>
      </w:pPr>
    </w:p>
    <w:p w14:paraId="2A9F3487" w14:textId="77777777" w:rsidR="00D651AF" w:rsidRPr="00101424" w:rsidRDefault="00D651AF" w:rsidP="00D651AF">
      <w:pPr>
        <w:rPr>
          <w:rFonts w:ascii="ＭＳ 明朝" w:hAnsi="ＭＳ 明朝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D44367A" wp14:editId="3CEAEE77">
            <wp:simplePos x="0" y="0"/>
            <wp:positionH relativeFrom="column">
              <wp:posOffset>822960</wp:posOffset>
            </wp:positionH>
            <wp:positionV relativeFrom="paragraph">
              <wp:posOffset>85090</wp:posOffset>
            </wp:positionV>
            <wp:extent cx="1390650" cy="799465"/>
            <wp:effectExtent l="19050" t="19050" r="19050" b="19685"/>
            <wp:wrapNone/>
            <wp:docPr id="4" name="図 4" descr="$RLITQ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$RLITQWQ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37" r="7007" b="97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7994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AEE241" w14:textId="77777777" w:rsidR="00D651AF" w:rsidRPr="00101424" w:rsidRDefault="00D651AF" w:rsidP="00D651AF">
      <w:pPr>
        <w:rPr>
          <w:rFonts w:ascii="ＭＳ 明朝" w:hAnsi="ＭＳ 明朝"/>
        </w:rPr>
      </w:pPr>
    </w:p>
    <w:p w14:paraId="282ABA55" w14:textId="77777777" w:rsidR="00D651AF" w:rsidRPr="00101424" w:rsidRDefault="00D651AF" w:rsidP="00D651AF">
      <w:pPr>
        <w:rPr>
          <w:rFonts w:ascii="ＭＳ 明朝" w:hAnsi="ＭＳ 明朝"/>
        </w:rPr>
      </w:pPr>
    </w:p>
    <w:p w14:paraId="0A3B2187" w14:textId="77777777" w:rsidR="00D651AF" w:rsidRPr="00101424" w:rsidRDefault="00D651AF" w:rsidP="00D651AF">
      <w:pPr>
        <w:rPr>
          <w:rFonts w:ascii="ＭＳ 明朝" w:hAnsi="ＭＳ 明朝"/>
        </w:rPr>
      </w:pPr>
    </w:p>
    <w:p w14:paraId="1981F8EF" w14:textId="77777777" w:rsidR="00D651AF" w:rsidRDefault="00D651AF" w:rsidP="00D651AF">
      <w:pPr>
        <w:jc w:val="center"/>
        <w:rPr>
          <w:rFonts w:ascii="ＭＳ 明朝" w:hAnsi="ＭＳ 明朝"/>
          <w:sz w:val="18"/>
        </w:rPr>
      </w:pPr>
      <w:r w:rsidRPr="00101424">
        <w:rPr>
          <w:rFonts w:ascii="ＭＳ 明朝" w:hAnsi="ＭＳ 明朝" w:hint="eastAsia"/>
          <w:sz w:val="18"/>
        </w:rPr>
        <w:t>図1　○○○○</w:t>
      </w:r>
    </w:p>
    <w:p w14:paraId="2A37A7D7" w14:textId="77777777" w:rsidR="00D651AF" w:rsidRPr="002A217B" w:rsidRDefault="00D651AF" w:rsidP="00D651AF">
      <w:pPr>
        <w:jc w:val="center"/>
        <w:rPr>
          <w:rFonts w:ascii="ＭＳ 明朝" w:hAnsi="ＭＳ 明朝"/>
          <w:sz w:val="18"/>
        </w:rPr>
      </w:pPr>
    </w:p>
    <w:p w14:paraId="342EB3BB" w14:textId="77777777" w:rsidR="00D651AF" w:rsidRPr="00101424" w:rsidRDefault="00D651AF" w:rsidP="00D651AF">
      <w:pPr>
        <w:jc w:val="center"/>
        <w:rPr>
          <w:rFonts w:ascii="ＭＳ 明朝" w:hAnsi="ＭＳ 明朝"/>
          <w:sz w:val="18"/>
          <w:szCs w:val="18"/>
        </w:rPr>
      </w:pPr>
      <w:r w:rsidRPr="00101424">
        <w:rPr>
          <w:rFonts w:ascii="ＭＳ 明朝" w:hAnsi="ＭＳ 明朝" w:hint="eastAsia"/>
          <w:sz w:val="18"/>
          <w:szCs w:val="18"/>
        </w:rPr>
        <w:t>表1　○○○○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885"/>
        <w:gridCol w:w="886"/>
        <w:gridCol w:w="885"/>
        <w:gridCol w:w="886"/>
      </w:tblGrid>
      <w:tr w:rsidR="00D651AF" w:rsidRPr="00101424" w14:paraId="1CA9C8E2" w14:textId="77777777" w:rsidTr="00AA32F0">
        <w:tc>
          <w:tcPr>
            <w:tcW w:w="569" w:type="dxa"/>
            <w:shd w:val="clear" w:color="auto" w:fill="auto"/>
          </w:tcPr>
          <w:p w14:paraId="7EB1D17D" w14:textId="77777777" w:rsidR="00D651AF" w:rsidRPr="00101424" w:rsidRDefault="00D651AF" w:rsidP="00AA32F0">
            <w:pPr>
              <w:rPr>
                <w:rFonts w:ascii="ＭＳ 明朝" w:hAnsi="ＭＳ 明朝"/>
              </w:rPr>
            </w:pPr>
          </w:p>
        </w:tc>
        <w:tc>
          <w:tcPr>
            <w:tcW w:w="885" w:type="dxa"/>
            <w:shd w:val="clear" w:color="auto" w:fill="auto"/>
          </w:tcPr>
          <w:p w14:paraId="06BEB055" w14:textId="77777777" w:rsidR="00D651AF" w:rsidRPr="00101424" w:rsidRDefault="00D651AF" w:rsidP="00AA32F0">
            <w:pPr>
              <w:rPr>
                <w:rFonts w:ascii="ＭＳ 明朝" w:hAnsi="ＭＳ 明朝"/>
              </w:rPr>
            </w:pPr>
          </w:p>
        </w:tc>
        <w:tc>
          <w:tcPr>
            <w:tcW w:w="886" w:type="dxa"/>
            <w:shd w:val="clear" w:color="auto" w:fill="auto"/>
          </w:tcPr>
          <w:p w14:paraId="5C7F7363" w14:textId="77777777" w:rsidR="00D651AF" w:rsidRPr="00101424" w:rsidRDefault="00D651AF" w:rsidP="00AA32F0">
            <w:pPr>
              <w:rPr>
                <w:rFonts w:ascii="ＭＳ 明朝" w:hAnsi="ＭＳ 明朝"/>
              </w:rPr>
            </w:pPr>
          </w:p>
        </w:tc>
        <w:tc>
          <w:tcPr>
            <w:tcW w:w="885" w:type="dxa"/>
            <w:shd w:val="clear" w:color="auto" w:fill="auto"/>
          </w:tcPr>
          <w:p w14:paraId="207A73E2" w14:textId="77777777" w:rsidR="00D651AF" w:rsidRPr="00101424" w:rsidRDefault="00D651AF" w:rsidP="00AA32F0">
            <w:pPr>
              <w:rPr>
                <w:rFonts w:ascii="ＭＳ 明朝" w:hAnsi="ＭＳ 明朝"/>
              </w:rPr>
            </w:pPr>
          </w:p>
        </w:tc>
        <w:tc>
          <w:tcPr>
            <w:tcW w:w="886" w:type="dxa"/>
            <w:shd w:val="clear" w:color="auto" w:fill="auto"/>
          </w:tcPr>
          <w:p w14:paraId="14BC738E" w14:textId="77777777" w:rsidR="00D651AF" w:rsidRPr="00101424" w:rsidRDefault="00D651AF" w:rsidP="00AA32F0">
            <w:pPr>
              <w:rPr>
                <w:rFonts w:ascii="ＭＳ 明朝" w:hAnsi="ＭＳ 明朝"/>
              </w:rPr>
            </w:pPr>
          </w:p>
        </w:tc>
      </w:tr>
      <w:tr w:rsidR="00D651AF" w:rsidRPr="00101424" w14:paraId="270AB3C2" w14:textId="77777777" w:rsidTr="00AA32F0">
        <w:tc>
          <w:tcPr>
            <w:tcW w:w="569" w:type="dxa"/>
            <w:shd w:val="clear" w:color="auto" w:fill="auto"/>
          </w:tcPr>
          <w:p w14:paraId="388C45B7" w14:textId="77777777" w:rsidR="00D651AF" w:rsidRPr="00101424" w:rsidRDefault="00D651AF" w:rsidP="00AA32F0">
            <w:pPr>
              <w:rPr>
                <w:rFonts w:ascii="ＭＳ 明朝" w:hAnsi="ＭＳ 明朝"/>
              </w:rPr>
            </w:pPr>
          </w:p>
        </w:tc>
        <w:tc>
          <w:tcPr>
            <w:tcW w:w="885" w:type="dxa"/>
            <w:shd w:val="clear" w:color="auto" w:fill="auto"/>
          </w:tcPr>
          <w:p w14:paraId="785B5F7C" w14:textId="77777777" w:rsidR="00D651AF" w:rsidRPr="00101424" w:rsidRDefault="00D651AF" w:rsidP="00AA32F0">
            <w:pPr>
              <w:rPr>
                <w:rFonts w:ascii="ＭＳ 明朝" w:hAnsi="ＭＳ 明朝"/>
              </w:rPr>
            </w:pPr>
          </w:p>
        </w:tc>
        <w:tc>
          <w:tcPr>
            <w:tcW w:w="886" w:type="dxa"/>
            <w:shd w:val="clear" w:color="auto" w:fill="auto"/>
          </w:tcPr>
          <w:p w14:paraId="646B085D" w14:textId="77777777" w:rsidR="00D651AF" w:rsidRPr="00101424" w:rsidRDefault="00D651AF" w:rsidP="00AA32F0">
            <w:pPr>
              <w:rPr>
                <w:rFonts w:ascii="ＭＳ 明朝" w:hAnsi="ＭＳ 明朝"/>
              </w:rPr>
            </w:pPr>
          </w:p>
        </w:tc>
        <w:tc>
          <w:tcPr>
            <w:tcW w:w="885" w:type="dxa"/>
            <w:shd w:val="clear" w:color="auto" w:fill="auto"/>
          </w:tcPr>
          <w:p w14:paraId="792CBC69" w14:textId="77777777" w:rsidR="00D651AF" w:rsidRPr="00101424" w:rsidRDefault="00D651AF" w:rsidP="00AA32F0">
            <w:pPr>
              <w:rPr>
                <w:rFonts w:ascii="ＭＳ 明朝" w:hAnsi="ＭＳ 明朝"/>
              </w:rPr>
            </w:pPr>
          </w:p>
        </w:tc>
        <w:tc>
          <w:tcPr>
            <w:tcW w:w="886" w:type="dxa"/>
            <w:shd w:val="clear" w:color="auto" w:fill="auto"/>
          </w:tcPr>
          <w:p w14:paraId="4445062D" w14:textId="77777777" w:rsidR="00D651AF" w:rsidRPr="00101424" w:rsidRDefault="00D651AF" w:rsidP="00AA32F0">
            <w:pPr>
              <w:rPr>
                <w:rFonts w:ascii="ＭＳ 明朝" w:hAnsi="ＭＳ 明朝"/>
              </w:rPr>
            </w:pPr>
          </w:p>
        </w:tc>
      </w:tr>
      <w:tr w:rsidR="00D651AF" w:rsidRPr="00101424" w14:paraId="2DE99CCF" w14:textId="77777777" w:rsidTr="00AA32F0">
        <w:tc>
          <w:tcPr>
            <w:tcW w:w="569" w:type="dxa"/>
            <w:shd w:val="clear" w:color="auto" w:fill="auto"/>
          </w:tcPr>
          <w:p w14:paraId="609ED0EC" w14:textId="77777777" w:rsidR="00D651AF" w:rsidRPr="00101424" w:rsidRDefault="00D651AF" w:rsidP="00AA32F0">
            <w:pPr>
              <w:rPr>
                <w:rFonts w:ascii="ＭＳ 明朝" w:hAnsi="ＭＳ 明朝"/>
              </w:rPr>
            </w:pPr>
          </w:p>
        </w:tc>
        <w:tc>
          <w:tcPr>
            <w:tcW w:w="885" w:type="dxa"/>
            <w:shd w:val="clear" w:color="auto" w:fill="auto"/>
          </w:tcPr>
          <w:p w14:paraId="47C1D775" w14:textId="77777777" w:rsidR="00D651AF" w:rsidRPr="00101424" w:rsidRDefault="00D651AF" w:rsidP="00AA32F0">
            <w:pPr>
              <w:rPr>
                <w:rFonts w:ascii="ＭＳ 明朝" w:hAnsi="ＭＳ 明朝"/>
              </w:rPr>
            </w:pPr>
          </w:p>
        </w:tc>
        <w:tc>
          <w:tcPr>
            <w:tcW w:w="886" w:type="dxa"/>
            <w:shd w:val="clear" w:color="auto" w:fill="auto"/>
          </w:tcPr>
          <w:p w14:paraId="727388A8" w14:textId="77777777" w:rsidR="00D651AF" w:rsidRPr="00101424" w:rsidRDefault="00D651AF" w:rsidP="00AA32F0">
            <w:pPr>
              <w:rPr>
                <w:rFonts w:ascii="ＭＳ 明朝" w:hAnsi="ＭＳ 明朝"/>
              </w:rPr>
            </w:pPr>
          </w:p>
        </w:tc>
        <w:tc>
          <w:tcPr>
            <w:tcW w:w="885" w:type="dxa"/>
            <w:shd w:val="clear" w:color="auto" w:fill="auto"/>
          </w:tcPr>
          <w:p w14:paraId="554E771D" w14:textId="77777777" w:rsidR="00D651AF" w:rsidRPr="00101424" w:rsidRDefault="00D651AF" w:rsidP="00AA32F0">
            <w:pPr>
              <w:rPr>
                <w:rFonts w:ascii="ＭＳ 明朝" w:hAnsi="ＭＳ 明朝"/>
              </w:rPr>
            </w:pPr>
          </w:p>
        </w:tc>
        <w:tc>
          <w:tcPr>
            <w:tcW w:w="886" w:type="dxa"/>
            <w:shd w:val="clear" w:color="auto" w:fill="auto"/>
          </w:tcPr>
          <w:p w14:paraId="3E3C6488" w14:textId="77777777" w:rsidR="00D651AF" w:rsidRPr="00101424" w:rsidRDefault="00D651AF" w:rsidP="00AA32F0">
            <w:pPr>
              <w:rPr>
                <w:rFonts w:ascii="ＭＳ 明朝" w:hAnsi="ＭＳ 明朝"/>
              </w:rPr>
            </w:pPr>
          </w:p>
        </w:tc>
      </w:tr>
    </w:tbl>
    <w:p w14:paraId="76317E26" w14:textId="77777777" w:rsidR="00D651AF" w:rsidRDefault="00D651AF" w:rsidP="00D651AF">
      <w:pPr>
        <w:rPr>
          <w:rFonts w:ascii="ＭＳ 明朝" w:hAnsi="ＭＳ 明朝"/>
        </w:rPr>
      </w:pPr>
    </w:p>
    <w:p w14:paraId="63C1668C" w14:textId="77777777" w:rsidR="00D651AF" w:rsidRPr="00873BEA" w:rsidRDefault="00D651AF" w:rsidP="00D651AF">
      <w:pPr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教育実践</w:t>
      </w:r>
      <w:r w:rsidRPr="00873BEA">
        <w:rPr>
          <w:rFonts w:hint="eastAsia"/>
          <w:bdr w:val="single" w:sz="4" w:space="0" w:color="auto"/>
        </w:rPr>
        <w:t>論文</w:t>
      </w:r>
      <w:r w:rsidRPr="00873BEA">
        <w:rPr>
          <w:rFonts w:ascii="ＭＳ 明朝" w:hAnsi="ＭＳ 明朝" w:hint="eastAsia"/>
          <w:bdr w:val="single" w:sz="4" w:space="0" w:color="auto"/>
        </w:rPr>
        <w:t>の構成の例</w:t>
      </w:r>
    </w:p>
    <w:p w14:paraId="0D87F489" w14:textId="77777777" w:rsidR="00D651AF" w:rsidRDefault="00D651AF" w:rsidP="00D651AF">
      <w:pPr>
        <w:pStyle w:val="ae"/>
        <w:numPr>
          <w:ilvl w:val="0"/>
          <w:numId w:val="1"/>
        </w:numPr>
        <w:ind w:leftChars="0"/>
      </w:pPr>
      <w:r>
        <w:rPr>
          <w:rFonts w:hint="eastAsia"/>
        </w:rPr>
        <w:t>問題提起</w:t>
      </w:r>
    </w:p>
    <w:p w14:paraId="33BCDFEC" w14:textId="77777777" w:rsidR="00D651AF" w:rsidRPr="00873BEA" w:rsidRDefault="00D651AF" w:rsidP="00D651AF">
      <w:pPr>
        <w:pStyle w:val="ae"/>
        <w:numPr>
          <w:ilvl w:val="0"/>
          <w:numId w:val="1"/>
        </w:numPr>
        <w:ind w:leftChars="0"/>
      </w:pPr>
      <w:r w:rsidRPr="00873BEA">
        <w:rPr>
          <w:rFonts w:hint="eastAsia"/>
        </w:rPr>
        <w:t>実践目的</w:t>
      </w:r>
    </w:p>
    <w:p w14:paraId="6FE72464" w14:textId="77777777" w:rsidR="00D651AF" w:rsidRDefault="00D651AF" w:rsidP="00D651AF">
      <w:pPr>
        <w:pStyle w:val="ae"/>
        <w:numPr>
          <w:ilvl w:val="0"/>
          <w:numId w:val="1"/>
        </w:numPr>
        <w:ind w:leftChars="0"/>
      </w:pPr>
      <w:r>
        <w:rPr>
          <w:rFonts w:hint="eastAsia"/>
        </w:rPr>
        <w:t>実践内容</w:t>
      </w:r>
    </w:p>
    <w:p w14:paraId="116C115C" w14:textId="77777777" w:rsidR="00D651AF" w:rsidRDefault="00D651AF" w:rsidP="00D651AF">
      <w:pPr>
        <w:pStyle w:val="ae"/>
        <w:numPr>
          <w:ilvl w:val="0"/>
          <w:numId w:val="1"/>
        </w:numPr>
        <w:ind w:leftChars="0"/>
      </w:pPr>
      <w:r>
        <w:rPr>
          <w:rFonts w:hint="eastAsia"/>
        </w:rPr>
        <w:t>実践</w:t>
      </w:r>
      <w:r w:rsidRPr="00873BEA">
        <w:rPr>
          <w:rFonts w:hint="eastAsia"/>
        </w:rPr>
        <w:t>結果</w:t>
      </w:r>
    </w:p>
    <w:p w14:paraId="79E2A1A7" w14:textId="77777777" w:rsidR="00D651AF" w:rsidRDefault="00D651AF" w:rsidP="00D651AF">
      <w:pPr>
        <w:pStyle w:val="ae"/>
        <w:numPr>
          <w:ilvl w:val="0"/>
          <w:numId w:val="1"/>
        </w:numPr>
        <w:ind w:leftChars="0"/>
      </w:pPr>
      <w:r w:rsidRPr="00873BEA">
        <w:rPr>
          <w:rFonts w:hint="eastAsia"/>
        </w:rPr>
        <w:t>考察</w:t>
      </w:r>
    </w:p>
    <w:p w14:paraId="06607C75" w14:textId="77777777" w:rsidR="00D651AF" w:rsidRPr="00873BEA" w:rsidRDefault="00D651AF" w:rsidP="00D651AF">
      <w:pPr>
        <w:pStyle w:val="ae"/>
        <w:numPr>
          <w:ilvl w:val="0"/>
          <w:numId w:val="1"/>
        </w:numPr>
        <w:ind w:leftChars="0"/>
      </w:pPr>
      <w:r w:rsidRPr="00873BEA">
        <w:rPr>
          <w:rFonts w:hint="eastAsia"/>
        </w:rPr>
        <w:t>結論</w:t>
      </w:r>
    </w:p>
    <w:p w14:paraId="3E93407D" w14:textId="77777777" w:rsidR="00D651AF" w:rsidRDefault="00D651AF" w:rsidP="00D651AF">
      <w:r w:rsidRPr="00873BEA">
        <w:rPr>
          <w:rFonts w:hint="eastAsia"/>
        </w:rPr>
        <w:t>文献</w:t>
      </w:r>
    </w:p>
    <w:p w14:paraId="260F9A08" w14:textId="77777777" w:rsidR="002725B0" w:rsidRPr="00873BEA" w:rsidRDefault="002725B0" w:rsidP="00D651AF">
      <w:pPr>
        <w:rPr>
          <w:rFonts w:ascii="ＭＳ 明朝" w:hAnsi="ＭＳ 明朝" w:hint="eastAsia"/>
        </w:rPr>
      </w:pPr>
    </w:p>
    <w:p w14:paraId="3B6002E2" w14:textId="77777777" w:rsidR="00D651AF" w:rsidRPr="00873BEA" w:rsidRDefault="00D651AF" w:rsidP="00D651AF">
      <w:pPr>
        <w:rPr>
          <w:rFonts w:ascii="ＭＳ 明朝" w:hAnsi="ＭＳ 明朝"/>
          <w:bdr w:val="single" w:sz="4" w:space="0" w:color="auto"/>
        </w:rPr>
      </w:pPr>
      <w:r w:rsidRPr="00873BEA">
        <w:rPr>
          <w:rFonts w:ascii="ＭＳ 明朝" w:hAnsi="ＭＳ 明朝" w:hint="eastAsia"/>
          <w:bdr w:val="single" w:sz="4" w:space="0" w:color="auto"/>
        </w:rPr>
        <w:t>研究論文の構成の例</w:t>
      </w:r>
    </w:p>
    <w:p w14:paraId="6D5B6739" w14:textId="77777777" w:rsidR="00D651AF" w:rsidRDefault="00D651AF" w:rsidP="00D651AF">
      <w:pPr>
        <w:pStyle w:val="ae"/>
        <w:numPr>
          <w:ilvl w:val="0"/>
          <w:numId w:val="2"/>
        </w:numPr>
        <w:ind w:leftChars="0"/>
      </w:pPr>
      <w:r>
        <w:rPr>
          <w:rFonts w:hint="eastAsia"/>
        </w:rPr>
        <w:t>問題</w:t>
      </w:r>
    </w:p>
    <w:p w14:paraId="6693EEB7" w14:textId="77777777" w:rsidR="00D651AF" w:rsidRDefault="00D651AF" w:rsidP="00D651AF">
      <w:pPr>
        <w:pStyle w:val="ae"/>
        <w:numPr>
          <w:ilvl w:val="0"/>
          <w:numId w:val="2"/>
        </w:numPr>
        <w:ind w:leftChars="0"/>
      </w:pPr>
      <w:r w:rsidRPr="00873BEA">
        <w:rPr>
          <w:rFonts w:hint="eastAsia"/>
        </w:rPr>
        <w:t>目的</w:t>
      </w:r>
    </w:p>
    <w:p w14:paraId="5439C9CE" w14:textId="77777777" w:rsidR="00D651AF" w:rsidRDefault="00D651AF" w:rsidP="00D651AF">
      <w:pPr>
        <w:pStyle w:val="ae"/>
        <w:numPr>
          <w:ilvl w:val="0"/>
          <w:numId w:val="2"/>
        </w:numPr>
        <w:ind w:leftChars="0"/>
      </w:pPr>
      <w:r w:rsidRPr="00873BEA">
        <w:rPr>
          <w:rFonts w:hint="eastAsia"/>
        </w:rPr>
        <w:t>方法</w:t>
      </w:r>
    </w:p>
    <w:p w14:paraId="47FFD02F" w14:textId="77777777" w:rsidR="00D651AF" w:rsidRDefault="00D651AF" w:rsidP="00D651AF">
      <w:pPr>
        <w:pStyle w:val="ae"/>
        <w:numPr>
          <w:ilvl w:val="0"/>
          <w:numId w:val="2"/>
        </w:numPr>
        <w:ind w:leftChars="0"/>
      </w:pPr>
      <w:r w:rsidRPr="00873BEA">
        <w:rPr>
          <w:rFonts w:hint="eastAsia"/>
        </w:rPr>
        <w:t>結果</w:t>
      </w:r>
    </w:p>
    <w:p w14:paraId="3BE26794" w14:textId="77777777" w:rsidR="00D651AF" w:rsidRDefault="00D651AF" w:rsidP="00D651AF">
      <w:pPr>
        <w:pStyle w:val="ae"/>
        <w:numPr>
          <w:ilvl w:val="0"/>
          <w:numId w:val="2"/>
        </w:numPr>
        <w:ind w:leftChars="0"/>
      </w:pPr>
      <w:r w:rsidRPr="00873BEA">
        <w:rPr>
          <w:rFonts w:hint="eastAsia"/>
        </w:rPr>
        <w:t>考察</w:t>
      </w:r>
    </w:p>
    <w:p w14:paraId="77AC5DB2" w14:textId="77777777" w:rsidR="00D651AF" w:rsidRPr="00873BEA" w:rsidRDefault="00D651AF" w:rsidP="00D651AF">
      <w:pPr>
        <w:pStyle w:val="ae"/>
        <w:numPr>
          <w:ilvl w:val="0"/>
          <w:numId w:val="2"/>
        </w:numPr>
        <w:ind w:leftChars="0"/>
      </w:pPr>
      <w:r w:rsidRPr="00873BEA">
        <w:rPr>
          <w:rFonts w:hint="eastAsia"/>
        </w:rPr>
        <w:t>結論</w:t>
      </w:r>
    </w:p>
    <w:p w14:paraId="2A937A10" w14:textId="77777777" w:rsidR="00D651AF" w:rsidRPr="00873BEA" w:rsidRDefault="00D651AF" w:rsidP="00D651AF">
      <w:pPr>
        <w:rPr>
          <w:rFonts w:ascii="ＭＳ 明朝" w:hAnsi="ＭＳ 明朝"/>
        </w:rPr>
      </w:pPr>
      <w:r w:rsidRPr="00873BEA">
        <w:rPr>
          <w:rFonts w:hint="eastAsia"/>
        </w:rPr>
        <w:t>文献</w:t>
      </w:r>
    </w:p>
    <w:p w14:paraId="1928DF2E" w14:textId="77777777" w:rsidR="002725B0" w:rsidRDefault="002725B0" w:rsidP="00D651AF">
      <w:pPr>
        <w:rPr>
          <w:rFonts w:ascii="ＭＳ 明朝" w:hAnsi="ＭＳ 明朝" w:hint="eastAsia"/>
        </w:rPr>
      </w:pPr>
    </w:p>
    <w:p w14:paraId="07AD07EE" w14:textId="77777777" w:rsidR="00D651AF" w:rsidRPr="00873BEA" w:rsidRDefault="00D651AF" w:rsidP="00D651AF">
      <w:pPr>
        <w:rPr>
          <w:rFonts w:ascii="ＭＳ 明朝" w:hAnsi="ＭＳ 明朝"/>
          <w:bdr w:val="single" w:sz="4" w:space="0" w:color="auto"/>
        </w:rPr>
      </w:pPr>
      <w:r w:rsidRPr="00873BEA">
        <w:rPr>
          <w:rFonts w:ascii="ＭＳ 明朝" w:hAnsi="ＭＳ 明朝" w:hint="eastAsia"/>
          <w:bdr w:val="single" w:sz="4" w:space="0" w:color="auto"/>
        </w:rPr>
        <w:t>実践報告の構成の例</w:t>
      </w:r>
    </w:p>
    <w:p w14:paraId="1415EE2F" w14:textId="77777777" w:rsidR="00D651AF" w:rsidRPr="00873BEA" w:rsidRDefault="00D651AF" w:rsidP="00D651AF">
      <w:pPr>
        <w:rPr>
          <w:rFonts w:ascii="ＭＳ 明朝" w:hAnsi="ＭＳ 明朝"/>
        </w:rPr>
      </w:pPr>
      <w:r w:rsidRPr="00873BEA">
        <w:rPr>
          <w:rFonts w:ascii="ＭＳ 明朝" w:hAnsi="ＭＳ 明朝" w:hint="eastAsia"/>
        </w:rPr>
        <w:t>１．概要</w:t>
      </w:r>
    </w:p>
    <w:p w14:paraId="285F47CF" w14:textId="77777777" w:rsidR="00D651AF" w:rsidRPr="00873BEA" w:rsidRDefault="00D651AF" w:rsidP="00D651AF">
      <w:pPr>
        <w:rPr>
          <w:rFonts w:ascii="ＭＳ 明朝" w:hAnsi="ＭＳ 明朝"/>
        </w:rPr>
      </w:pPr>
      <w:r w:rsidRPr="00873BEA">
        <w:rPr>
          <w:rFonts w:ascii="ＭＳ 明朝" w:hAnsi="ＭＳ 明朝" w:hint="eastAsia"/>
        </w:rPr>
        <w:t>２．経過（記録、結果）</w:t>
      </w:r>
    </w:p>
    <w:p w14:paraId="6A5295A8" w14:textId="77777777" w:rsidR="00D651AF" w:rsidRDefault="00D651AF" w:rsidP="00D651AF">
      <w:pPr>
        <w:rPr>
          <w:rFonts w:ascii="ＭＳ 明朝" w:hAnsi="ＭＳ 明朝"/>
        </w:rPr>
      </w:pPr>
      <w:r w:rsidRPr="00873BEA">
        <w:rPr>
          <w:rFonts w:ascii="ＭＳ 明朝" w:hAnsi="ＭＳ 明朝" w:hint="eastAsia"/>
        </w:rPr>
        <w:t>３．まとめ</w:t>
      </w:r>
    </w:p>
    <w:p w14:paraId="3356D150" w14:textId="77777777" w:rsidR="00D651AF" w:rsidRDefault="00D651AF" w:rsidP="00D651AF">
      <w:pPr>
        <w:rPr>
          <w:rFonts w:ascii="ＭＳ 明朝" w:hAnsi="ＭＳ 明朝"/>
        </w:rPr>
      </w:pPr>
    </w:p>
    <w:p w14:paraId="52DF9E23" w14:textId="60E0432F" w:rsidR="00C431B5" w:rsidRPr="00624C2C" w:rsidRDefault="002725B0" w:rsidP="002725B0"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lastRenderedPageBreak/>
        <w:t xml:space="preserve">　なお，全体を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段組構成で，</w:t>
      </w:r>
      <w:r w:rsidR="00BD35A3">
        <w:rPr>
          <w:rFonts w:ascii="Times New Roman" w:hAnsi="Times New Roman" w:hint="eastAsia"/>
          <w:szCs w:val="21"/>
        </w:rPr>
        <w:t>例えば</w:t>
      </w:r>
      <w:r>
        <w:rPr>
          <w:rFonts w:ascii="Times New Roman" w:hAnsi="Times New Roman" w:hint="eastAsia"/>
          <w:szCs w:val="21"/>
        </w:rPr>
        <w:t>指導案のみ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段組とすることも可能です。</w:t>
      </w:r>
    </w:p>
    <w:sectPr w:rsidR="00C431B5" w:rsidRPr="00624C2C" w:rsidSect="00EB202D">
      <w:footerReference w:type="default" r:id="rId13"/>
      <w:type w:val="continuous"/>
      <w:pgSz w:w="11906" w:h="16838" w:code="9"/>
      <w:pgMar w:top="1134" w:right="1134" w:bottom="1134" w:left="1134" w:header="680" w:footer="567" w:gutter="0"/>
      <w:cols w:num="2" w:space="420"/>
      <w:docGrid w:type="linesAndChars" w:linePitch="360" w:charSpace="-1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F1E56" w14:textId="77777777" w:rsidR="002445E3" w:rsidRDefault="002445E3" w:rsidP="007908C8">
      <w:r>
        <w:separator/>
      </w:r>
    </w:p>
  </w:endnote>
  <w:endnote w:type="continuationSeparator" w:id="0">
    <w:p w14:paraId="42B69A12" w14:textId="77777777" w:rsidR="002445E3" w:rsidRDefault="002445E3" w:rsidP="00790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B26B8" w14:textId="6A1D53A8" w:rsidR="00D651AF" w:rsidRPr="00792A37" w:rsidRDefault="00D651AF" w:rsidP="007908C8">
    <w:pPr>
      <w:pStyle w:val="a3"/>
      <w:wordWrap/>
      <w:spacing w:line="240" w:lineRule="exact"/>
      <w:rPr>
        <w:rFonts w:asciiTheme="minorEastAsia" w:eastAsiaTheme="minorEastAsia" w:hAnsiTheme="minorEastAsia"/>
        <w:spacing w:val="0"/>
        <w:sz w:val="18"/>
        <w:szCs w:val="18"/>
        <w:lang w:eastAsia="zh-CN"/>
      </w:rPr>
    </w:pPr>
    <w:r>
      <w:rPr>
        <w:rFonts w:asciiTheme="minorEastAsia" w:eastAsiaTheme="minorEastAsia" w:hAnsiTheme="minorEastAsia" w:hint="eastAsia"/>
        <w:lang w:eastAsia="zh-CN"/>
      </w:rPr>
      <w:t>*</w:t>
    </w:r>
    <w:r>
      <w:rPr>
        <w:rFonts w:asciiTheme="minorEastAsia" w:eastAsiaTheme="minorEastAsia" w:hAnsiTheme="minorEastAsia" w:hint="eastAsia"/>
        <w:spacing w:val="0"/>
        <w:sz w:val="18"/>
        <w:szCs w:val="18"/>
        <w:lang w:eastAsia="zh-CN"/>
      </w:rPr>
      <w:t>佐賀大学</w:t>
    </w:r>
    <w:r w:rsidRPr="00792A37">
      <w:rPr>
        <w:rFonts w:asciiTheme="minorEastAsia" w:eastAsiaTheme="minorEastAsia" w:hAnsiTheme="minorEastAsia" w:hint="eastAsia"/>
        <w:spacing w:val="0"/>
        <w:sz w:val="18"/>
        <w:szCs w:val="18"/>
        <w:lang w:eastAsia="zh-CN"/>
      </w:rPr>
      <w:t xml:space="preserve">教育学部　　</w:t>
    </w:r>
    <w:r>
      <w:rPr>
        <w:rFonts w:asciiTheme="minorEastAsia" w:eastAsiaTheme="minorEastAsia" w:hAnsiTheme="minorEastAsia" w:hint="eastAsia"/>
        <w:spacing w:val="0"/>
        <w:sz w:val="18"/>
        <w:szCs w:val="18"/>
        <w:lang w:eastAsia="zh-CN"/>
      </w:rPr>
      <w:t>**佐賀大学</w:t>
    </w:r>
    <w:r w:rsidRPr="00792A37">
      <w:rPr>
        <w:rFonts w:asciiTheme="minorEastAsia" w:eastAsiaTheme="minorEastAsia" w:hAnsiTheme="minorEastAsia" w:hint="eastAsia"/>
        <w:spacing w:val="0"/>
        <w:sz w:val="18"/>
        <w:szCs w:val="18"/>
        <w:lang w:eastAsia="zh-CN"/>
      </w:rPr>
      <w:t xml:space="preserve">教育学部附属中学校　　</w:t>
    </w:r>
    <w:r>
      <w:rPr>
        <w:rFonts w:asciiTheme="minorEastAsia" w:eastAsiaTheme="minorEastAsia" w:hAnsiTheme="minorEastAsia" w:hint="eastAsia"/>
        <w:spacing w:val="0"/>
        <w:sz w:val="18"/>
        <w:szCs w:val="18"/>
        <w:lang w:eastAsia="zh-CN"/>
      </w:rPr>
      <w:t>***佐賀大学</w:t>
    </w:r>
    <w:r w:rsidR="0027604F">
      <w:rPr>
        <w:rFonts w:asciiTheme="minorEastAsia" w:eastAsiaTheme="minorEastAsia" w:hAnsiTheme="minorEastAsia" w:hint="eastAsia"/>
        <w:spacing w:val="0"/>
        <w:sz w:val="18"/>
        <w:szCs w:val="18"/>
        <w:lang w:eastAsia="zh-CN"/>
      </w:rPr>
      <w:t>大学院</w:t>
    </w:r>
    <w:r>
      <w:rPr>
        <w:rFonts w:asciiTheme="minorEastAsia" w:eastAsiaTheme="minorEastAsia" w:hAnsiTheme="minorEastAsia" w:hint="eastAsia"/>
        <w:spacing w:val="0"/>
        <w:sz w:val="18"/>
        <w:szCs w:val="18"/>
        <w:lang w:eastAsia="zh-CN"/>
      </w:rPr>
      <w:t>学校</w:t>
    </w:r>
    <w:r w:rsidRPr="00792A37">
      <w:rPr>
        <w:rFonts w:asciiTheme="minorEastAsia" w:eastAsiaTheme="minorEastAsia" w:hAnsiTheme="minorEastAsia" w:hint="eastAsia"/>
        <w:spacing w:val="0"/>
        <w:sz w:val="18"/>
        <w:szCs w:val="18"/>
        <w:lang w:eastAsia="zh-CN"/>
      </w:rPr>
      <w:t>教育学研究科</w:t>
    </w:r>
  </w:p>
  <w:p w14:paraId="5B99325D" w14:textId="77777777" w:rsidR="00D651AF" w:rsidRPr="00792A37" w:rsidRDefault="00D651AF" w:rsidP="007908C8">
    <w:pPr>
      <w:pStyle w:val="a3"/>
      <w:wordWrap/>
      <w:spacing w:line="240" w:lineRule="exact"/>
      <w:rPr>
        <w:rFonts w:asciiTheme="minorEastAsia" w:eastAsiaTheme="minorEastAsia" w:hAnsiTheme="minorEastAsia"/>
      </w:rPr>
    </w:pPr>
    <w:r w:rsidRPr="00792A37">
      <w:rPr>
        <w:rFonts w:asciiTheme="minorEastAsia" w:eastAsiaTheme="minorEastAsia" w:hAnsiTheme="minorEastAsia" w:hint="eastAsia"/>
        <w:spacing w:val="0"/>
        <w:sz w:val="18"/>
        <w:szCs w:val="18"/>
      </w:rPr>
      <w:t>（MS明朝9，1ページ目の下から15mmの位置にフッター挿入。）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368426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28EC27B" w14:textId="77777777" w:rsidR="00BB5722" w:rsidRPr="00460F3F" w:rsidRDefault="005E13EA" w:rsidP="0056365A">
        <w:pPr>
          <w:pStyle w:val="a6"/>
          <w:jc w:val="center"/>
          <w:rPr>
            <w:rFonts w:ascii="Times New Roman" w:hAnsi="Times New Roman"/>
          </w:rPr>
        </w:pPr>
        <w:r w:rsidRPr="00460F3F">
          <w:rPr>
            <w:rFonts w:ascii="Times New Roman" w:hAnsi="Times New Roman"/>
          </w:rPr>
          <w:fldChar w:fldCharType="begin"/>
        </w:r>
        <w:r w:rsidRPr="00460F3F">
          <w:rPr>
            <w:rFonts w:ascii="Times New Roman" w:hAnsi="Times New Roman"/>
          </w:rPr>
          <w:instrText>PAGE   \* MERGEFORMAT</w:instrText>
        </w:r>
        <w:r w:rsidRPr="00460F3F">
          <w:rPr>
            <w:rFonts w:ascii="Times New Roman" w:hAnsi="Times New Roman"/>
          </w:rPr>
          <w:fldChar w:fldCharType="separate"/>
        </w:r>
        <w:r w:rsidR="004D64BB" w:rsidRPr="004D64BB">
          <w:rPr>
            <w:rFonts w:ascii="Times New Roman" w:hAnsi="Times New Roman"/>
            <w:noProof/>
            <w:lang w:val="ja-JP"/>
          </w:rPr>
          <w:t>3</w:t>
        </w:r>
        <w:r w:rsidRPr="00460F3F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CED1A" w14:textId="77777777" w:rsidR="002445E3" w:rsidRDefault="002445E3" w:rsidP="007908C8">
      <w:r>
        <w:separator/>
      </w:r>
    </w:p>
  </w:footnote>
  <w:footnote w:type="continuationSeparator" w:id="0">
    <w:p w14:paraId="0FE6E656" w14:textId="77777777" w:rsidR="002445E3" w:rsidRDefault="002445E3" w:rsidP="00790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65E50"/>
    <w:multiLevelType w:val="hybridMultilevel"/>
    <w:tmpl w:val="FD7AE876"/>
    <w:lvl w:ilvl="0" w:tplc="75B2AD4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BB712B"/>
    <w:multiLevelType w:val="hybridMultilevel"/>
    <w:tmpl w:val="26644A18"/>
    <w:lvl w:ilvl="0" w:tplc="1366B3C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8253451">
    <w:abstractNumId w:val="1"/>
  </w:num>
  <w:num w:numId="2" w16cid:durableId="2128115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removePersonalInformation/>
  <w:removeDateAndTime/>
  <w:bordersDoNotSurroundHeader/>
  <w:bordersDoNotSurroundFooter/>
  <w:proofState w:spelling="clean"/>
  <w:documentProtection w:edit="readOnly" w:formatting="1" w:enforcement="0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1C5"/>
    <w:rsid w:val="00006E29"/>
    <w:rsid w:val="00034D3E"/>
    <w:rsid w:val="00071D02"/>
    <w:rsid w:val="00073A6E"/>
    <w:rsid w:val="000818DC"/>
    <w:rsid w:val="00084BE5"/>
    <w:rsid w:val="000C3A51"/>
    <w:rsid w:val="000D12BC"/>
    <w:rsid w:val="000D5F8B"/>
    <w:rsid w:val="000E08A2"/>
    <w:rsid w:val="00101424"/>
    <w:rsid w:val="001222C1"/>
    <w:rsid w:val="0015014F"/>
    <w:rsid w:val="001520EF"/>
    <w:rsid w:val="00193BD8"/>
    <w:rsid w:val="001B1D99"/>
    <w:rsid w:val="001E34D7"/>
    <w:rsid w:val="001E43DA"/>
    <w:rsid w:val="002214F8"/>
    <w:rsid w:val="002302AC"/>
    <w:rsid w:val="00232AB4"/>
    <w:rsid w:val="00234128"/>
    <w:rsid w:val="002445E3"/>
    <w:rsid w:val="00255EC2"/>
    <w:rsid w:val="002561D6"/>
    <w:rsid w:val="00270E1F"/>
    <w:rsid w:val="002725B0"/>
    <w:rsid w:val="0027604F"/>
    <w:rsid w:val="002A1489"/>
    <w:rsid w:val="002B4FB1"/>
    <w:rsid w:val="002C3498"/>
    <w:rsid w:val="002C480D"/>
    <w:rsid w:val="002F6EA3"/>
    <w:rsid w:val="003430BA"/>
    <w:rsid w:val="003730D5"/>
    <w:rsid w:val="00381237"/>
    <w:rsid w:val="003867EA"/>
    <w:rsid w:val="003C12D9"/>
    <w:rsid w:val="00415C3F"/>
    <w:rsid w:val="00422DFD"/>
    <w:rsid w:val="00423C6A"/>
    <w:rsid w:val="00460F3F"/>
    <w:rsid w:val="00464742"/>
    <w:rsid w:val="00475A5A"/>
    <w:rsid w:val="00476A32"/>
    <w:rsid w:val="004A0732"/>
    <w:rsid w:val="004A7347"/>
    <w:rsid w:val="004C12A0"/>
    <w:rsid w:val="004D64BB"/>
    <w:rsid w:val="004E37EF"/>
    <w:rsid w:val="00512BF2"/>
    <w:rsid w:val="00516223"/>
    <w:rsid w:val="00516898"/>
    <w:rsid w:val="0056365A"/>
    <w:rsid w:val="005653F2"/>
    <w:rsid w:val="0057463E"/>
    <w:rsid w:val="00583CCA"/>
    <w:rsid w:val="005D1E65"/>
    <w:rsid w:val="005D2F24"/>
    <w:rsid w:val="005D6897"/>
    <w:rsid w:val="005E13EA"/>
    <w:rsid w:val="005F0199"/>
    <w:rsid w:val="00622F29"/>
    <w:rsid w:val="00624C2C"/>
    <w:rsid w:val="00626535"/>
    <w:rsid w:val="00631797"/>
    <w:rsid w:val="0066278F"/>
    <w:rsid w:val="00677B3F"/>
    <w:rsid w:val="00680B2E"/>
    <w:rsid w:val="006C404A"/>
    <w:rsid w:val="006E5D87"/>
    <w:rsid w:val="007008D4"/>
    <w:rsid w:val="00726D0E"/>
    <w:rsid w:val="00727F01"/>
    <w:rsid w:val="00737CF8"/>
    <w:rsid w:val="00761B13"/>
    <w:rsid w:val="00770A9D"/>
    <w:rsid w:val="007908C8"/>
    <w:rsid w:val="00792A37"/>
    <w:rsid w:val="00793B16"/>
    <w:rsid w:val="007950FF"/>
    <w:rsid w:val="007B528C"/>
    <w:rsid w:val="007C1387"/>
    <w:rsid w:val="007C67C0"/>
    <w:rsid w:val="00801869"/>
    <w:rsid w:val="00827D56"/>
    <w:rsid w:val="008413BA"/>
    <w:rsid w:val="0085407F"/>
    <w:rsid w:val="00861BFD"/>
    <w:rsid w:val="008626D8"/>
    <w:rsid w:val="00870565"/>
    <w:rsid w:val="00890664"/>
    <w:rsid w:val="00895972"/>
    <w:rsid w:val="008D37B0"/>
    <w:rsid w:val="008E3A05"/>
    <w:rsid w:val="008F6B65"/>
    <w:rsid w:val="00924E68"/>
    <w:rsid w:val="00961C8C"/>
    <w:rsid w:val="009B31EC"/>
    <w:rsid w:val="009B5815"/>
    <w:rsid w:val="009E6693"/>
    <w:rsid w:val="00A02ECE"/>
    <w:rsid w:val="00A07217"/>
    <w:rsid w:val="00A1449D"/>
    <w:rsid w:val="00A22EF2"/>
    <w:rsid w:val="00A2454B"/>
    <w:rsid w:val="00A3106A"/>
    <w:rsid w:val="00A455D8"/>
    <w:rsid w:val="00A539A8"/>
    <w:rsid w:val="00A92184"/>
    <w:rsid w:val="00A96A42"/>
    <w:rsid w:val="00AB1262"/>
    <w:rsid w:val="00AB4A6D"/>
    <w:rsid w:val="00AE3F32"/>
    <w:rsid w:val="00AF5256"/>
    <w:rsid w:val="00B174B9"/>
    <w:rsid w:val="00B514C0"/>
    <w:rsid w:val="00B853FC"/>
    <w:rsid w:val="00BB1B68"/>
    <w:rsid w:val="00BB5722"/>
    <w:rsid w:val="00BC5F45"/>
    <w:rsid w:val="00BC7DA4"/>
    <w:rsid w:val="00BD35A3"/>
    <w:rsid w:val="00C10B86"/>
    <w:rsid w:val="00C33183"/>
    <w:rsid w:val="00C431B5"/>
    <w:rsid w:val="00C479D9"/>
    <w:rsid w:val="00C55EF8"/>
    <w:rsid w:val="00C578C4"/>
    <w:rsid w:val="00C61378"/>
    <w:rsid w:val="00C721C5"/>
    <w:rsid w:val="00C76DDB"/>
    <w:rsid w:val="00C85188"/>
    <w:rsid w:val="00CA2C51"/>
    <w:rsid w:val="00CD03F3"/>
    <w:rsid w:val="00D069F1"/>
    <w:rsid w:val="00D12001"/>
    <w:rsid w:val="00D34881"/>
    <w:rsid w:val="00D46C3A"/>
    <w:rsid w:val="00D61CA2"/>
    <w:rsid w:val="00D651AF"/>
    <w:rsid w:val="00D77E89"/>
    <w:rsid w:val="00DC5C18"/>
    <w:rsid w:val="00DE0C12"/>
    <w:rsid w:val="00E07F38"/>
    <w:rsid w:val="00E16E9F"/>
    <w:rsid w:val="00E335EF"/>
    <w:rsid w:val="00E4068C"/>
    <w:rsid w:val="00E83042"/>
    <w:rsid w:val="00E86D67"/>
    <w:rsid w:val="00E92592"/>
    <w:rsid w:val="00E934E5"/>
    <w:rsid w:val="00E94851"/>
    <w:rsid w:val="00EA281D"/>
    <w:rsid w:val="00EA299D"/>
    <w:rsid w:val="00EA6194"/>
    <w:rsid w:val="00EB202D"/>
    <w:rsid w:val="00EC0A39"/>
    <w:rsid w:val="00EC7D8A"/>
    <w:rsid w:val="00ED7964"/>
    <w:rsid w:val="00EF3245"/>
    <w:rsid w:val="00F0771A"/>
    <w:rsid w:val="00F11C7D"/>
    <w:rsid w:val="00F5328C"/>
    <w:rsid w:val="00F55ADD"/>
    <w:rsid w:val="00F70619"/>
    <w:rsid w:val="00F76F81"/>
    <w:rsid w:val="00FA3856"/>
    <w:rsid w:val="00FC4A95"/>
    <w:rsid w:val="00FE4B96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A769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0" w:lineRule="exact"/>
      <w:jc w:val="both"/>
    </w:pPr>
    <w:rPr>
      <w:rFonts w:ascii="Times New Roman" w:hAnsi="Times New Roman"/>
      <w:spacing w:val="-2"/>
      <w:sz w:val="21"/>
      <w:szCs w:val="21"/>
    </w:rPr>
  </w:style>
  <w:style w:type="paragraph" w:styleId="HTML">
    <w:name w:val="HTML Preformatted"/>
    <w:basedOn w:val="a"/>
    <w:semiHidden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7908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908C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7908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908C8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908C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908C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BC5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8626D8"/>
    <w:pPr>
      <w:snapToGrid w:val="0"/>
      <w:jc w:val="left"/>
    </w:pPr>
  </w:style>
  <w:style w:type="character" w:customStyle="1" w:styleId="ac">
    <w:name w:val="脚注文字列 (文字)"/>
    <w:basedOn w:val="a0"/>
    <w:link w:val="ab"/>
    <w:uiPriority w:val="99"/>
    <w:semiHidden/>
    <w:rsid w:val="008626D8"/>
    <w:rPr>
      <w:kern w:val="2"/>
      <w:sz w:val="21"/>
      <w:szCs w:val="24"/>
    </w:rPr>
  </w:style>
  <w:style w:type="character" w:styleId="ad">
    <w:name w:val="footnote reference"/>
    <w:basedOn w:val="a0"/>
    <w:uiPriority w:val="99"/>
    <w:semiHidden/>
    <w:unhideWhenUsed/>
    <w:rsid w:val="008626D8"/>
    <w:rPr>
      <w:vertAlign w:val="superscript"/>
    </w:rPr>
  </w:style>
  <w:style w:type="paragraph" w:styleId="ae">
    <w:name w:val="List Paragraph"/>
    <w:basedOn w:val="a"/>
    <w:uiPriority w:val="34"/>
    <w:qFormat/>
    <w:rsid w:val="00D651A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Times New Roman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50EC75744082241B13885649006906B" ma:contentTypeVersion="14" ma:contentTypeDescription="新しいドキュメントを作成します。" ma:contentTypeScope="" ma:versionID="8ab7cc369b1acf34625c78edc37d90be">
  <xsd:schema xmlns:xsd="http://www.w3.org/2001/XMLSchema" xmlns:xs="http://www.w3.org/2001/XMLSchema" xmlns:p="http://schemas.microsoft.com/office/2006/metadata/properties" xmlns:ns2="072e92d9-d23f-481f-b937-28e93b2fa046" xmlns:ns3="735af676-d348-4ebd-a483-b9679d7628d3" targetNamespace="http://schemas.microsoft.com/office/2006/metadata/properties" ma:root="true" ma:fieldsID="dce2d883b306315f766e46afa22206ee" ns2:_="" ns3:_="">
    <xsd:import namespace="072e92d9-d23f-481f-b937-28e93b2fa046"/>
    <xsd:import namespace="735af676-d348-4ebd-a483-b9679d7628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2e92d9-d23f-481f-b937-28e93b2fa0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0da577d-8c11-42e1-9807-59d1f71190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af676-d348-4ebd-a483-b9679d7628d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3210c4b-2a18-4819-9a37-faa48cf5f25d}" ma:internalName="TaxCatchAll" ma:showField="CatchAllData" ma:web="735af676-d348-4ebd-a483-b9679d7628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2e92d9-d23f-481f-b937-28e93b2fa046">
      <Terms xmlns="http://schemas.microsoft.com/office/infopath/2007/PartnerControls"/>
    </lcf76f155ced4ddcb4097134ff3c332f>
    <TaxCatchAll xmlns="735af676-d348-4ebd-a483-b9679d7628d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F172C3-D85C-4590-9AE0-84173AB686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2e92d9-d23f-481f-b937-28e93b2fa046"/>
    <ds:schemaRef ds:uri="735af676-d348-4ebd-a483-b9679d7628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0B4C57-E41E-42F3-9BE8-D873DA0DFB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09841F-617F-46FC-99F4-84201D395145}">
  <ds:schemaRefs>
    <ds:schemaRef ds:uri="http://schemas.microsoft.com/office/2006/metadata/properties"/>
    <ds:schemaRef ds:uri="http://schemas.microsoft.com/office/infopath/2007/PartnerControls"/>
    <ds:schemaRef ds:uri="072e92d9-d23f-481f-b937-28e93b2fa046"/>
    <ds:schemaRef ds:uri="735af676-d348-4ebd-a483-b9679d7628d3"/>
  </ds:schemaRefs>
</ds:datastoreItem>
</file>

<file path=customXml/itemProps4.xml><?xml version="1.0" encoding="utf-8"?>
<ds:datastoreItem xmlns:ds="http://schemas.openxmlformats.org/officeDocument/2006/customXml" ds:itemID="{F30CFDBA-7CFB-46F0-B3C7-02515A91EF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0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2024-07-03T01:16:00Z</dcterms:created>
  <dcterms:modified xsi:type="dcterms:W3CDTF">2024-07-21T13:14:00Z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0x010100550EC75744082241B13885649006906B</vt:lpwstr>
  </property>
</Properties>
</file>